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CAAA6" w14:textId="77777777" w:rsidR="0057261D" w:rsidRPr="005B0A6B" w:rsidRDefault="0057261D" w:rsidP="00855F5E">
      <w:pPr>
        <w:pStyle w:val="berschrift3"/>
      </w:pPr>
      <w:r w:rsidRPr="005B0A6B">
        <w:t xml:space="preserve">Liebe*r </w:t>
      </w:r>
      <w:r w:rsidRPr="005B0A6B">
        <w:rPr>
          <w:color w:val="FF0000"/>
        </w:rPr>
        <w:t>XXX</w:t>
      </w:r>
      <w:r w:rsidRPr="005B0A6B">
        <w:t>,</w:t>
      </w:r>
    </w:p>
    <w:p w14:paraId="701BAAD2" w14:textId="77777777" w:rsidR="0057261D" w:rsidRPr="005B0A6B" w:rsidRDefault="0057261D" w:rsidP="00855F5E">
      <w:r w:rsidRPr="005B0A6B">
        <w:t>herzlich Willkommen an der Universität für angewandte Kunst Wien.</w:t>
      </w:r>
    </w:p>
    <w:p w14:paraId="707538B1" w14:textId="77777777" w:rsidR="0057261D" w:rsidRPr="005B0A6B" w:rsidRDefault="0057261D" w:rsidP="00855F5E">
      <w:r w:rsidRPr="005B0A6B">
        <w:t>Wir haben für deine erste Zeit an der Uni ein Programm entworfen, damit du dich gut bei uns einleben kannst.</w:t>
      </w:r>
    </w:p>
    <w:p w14:paraId="5C0CC89F" w14:textId="00EC86ED" w:rsidR="0057261D" w:rsidRPr="005B0A6B" w:rsidRDefault="0057261D" w:rsidP="00855F5E">
      <w:r w:rsidRPr="005B0A6B">
        <w:t xml:space="preserve">Dein*e Buddy außerhalb der Abteilung wird </w:t>
      </w:r>
      <w:r w:rsidRPr="005B0A6B">
        <w:rPr>
          <w:color w:val="FF0000"/>
        </w:rPr>
        <w:t xml:space="preserve">XXX (Information kommt von der Personalentwicklung) </w:t>
      </w:r>
      <w:r w:rsidRPr="005B0A6B">
        <w:t xml:space="preserve">sein. </w:t>
      </w:r>
      <w:r>
        <w:t>Er bzw. sie</w:t>
      </w:r>
      <w:r w:rsidRPr="005B0A6B">
        <w:t xml:space="preserve"> wird dich z.B. </w:t>
      </w:r>
      <w:proofErr w:type="gramStart"/>
      <w:r w:rsidRPr="005B0A6B">
        <w:t>mit anderen Kolleg</w:t>
      </w:r>
      <w:proofErr w:type="gramEnd"/>
      <w:r w:rsidRPr="005B0A6B">
        <w:t>*innen bekannt machen, dir gängige Abläufe erläutern, oder sich einfach mit dir auf einen Kaffee treffen zum Plaudern und Fragen beantworten – ganz nach deinen Wünschen und Bedürfnissen.</w:t>
      </w:r>
    </w:p>
    <w:p w14:paraId="7179725F" w14:textId="77777777" w:rsidR="0057261D" w:rsidRPr="005B0A6B" w:rsidRDefault="0057261D" w:rsidP="00855F5E">
      <w:r w:rsidRPr="005B0A6B">
        <w:t xml:space="preserve">Bei Fragen werden wir dich, als </w:t>
      </w:r>
      <w:proofErr w:type="gramStart"/>
      <w:r w:rsidRPr="005B0A6B">
        <w:t>deine Kolleg</w:t>
      </w:r>
      <w:proofErr w:type="gramEnd"/>
      <w:r w:rsidRPr="005B0A6B">
        <w:t>*innen, bestmöglich unterstützen. Wir stehen dir gerne zur Verfügung bzw. können dir die zuständigen Expert*innen für die unterschiedlichen Themenbereiche nennen.</w:t>
      </w:r>
    </w:p>
    <w:p w14:paraId="5B2594F4" w14:textId="77777777" w:rsidR="0057261D" w:rsidRPr="0095387E" w:rsidRDefault="0057261D" w:rsidP="00855F5E">
      <w:r w:rsidRPr="005B0A6B">
        <w:t>Wir wünschen dir einen guten Start!</w:t>
      </w:r>
    </w:p>
    <w:p w14:paraId="4BD04AF4" w14:textId="70624BC1" w:rsidR="00855F5E" w:rsidRDefault="0057261D" w:rsidP="0057261D">
      <w:pPr>
        <w:jc w:val="right"/>
        <w:rPr>
          <w:rFonts w:cs="Arial"/>
          <w:i/>
          <w:iCs/>
          <w:color w:val="FF0000"/>
        </w:rPr>
      </w:pPr>
      <w:r w:rsidRPr="002412F9">
        <w:rPr>
          <w:rFonts w:cs="Arial"/>
          <w:i/>
          <w:iCs/>
          <w:color w:val="FF0000"/>
        </w:rPr>
        <w:t>Dein Team</w:t>
      </w:r>
    </w:p>
    <w:p w14:paraId="06012D6B" w14:textId="77777777" w:rsidR="00855F5E" w:rsidRDefault="00855F5E">
      <w:pPr>
        <w:spacing w:before="0" w:after="160" w:line="259" w:lineRule="auto"/>
        <w:jc w:val="left"/>
        <w:rPr>
          <w:rFonts w:cs="Arial"/>
          <w:i/>
          <w:iCs/>
          <w:color w:val="FF0000"/>
        </w:rPr>
      </w:pPr>
      <w:r>
        <w:rPr>
          <w:rFonts w:cs="Arial"/>
          <w:i/>
          <w:iCs/>
          <w:color w:val="FF0000"/>
        </w:rPr>
        <w:br w:type="page"/>
      </w:r>
    </w:p>
    <w:p w14:paraId="6CF0E3DB" w14:textId="77777777" w:rsidR="0057261D" w:rsidRPr="002412F9" w:rsidRDefault="0057261D" w:rsidP="0057261D">
      <w:pPr>
        <w:jc w:val="right"/>
        <w:rPr>
          <w:rFonts w:cs="Arial"/>
          <w:i/>
          <w:iCs/>
          <w:color w:val="FF0000"/>
        </w:rPr>
      </w:pPr>
    </w:p>
    <w:p w14:paraId="10D84537" w14:textId="735EA83F" w:rsidR="0057261D" w:rsidRPr="0095387E" w:rsidRDefault="0057261D" w:rsidP="0057261D">
      <w:pPr>
        <w:rPr>
          <w:rStyle w:val="berschrift1Zchn"/>
          <w:rFonts w:cs="Arial"/>
        </w:rPr>
      </w:pPr>
      <w:r w:rsidRPr="0095387E">
        <w:rPr>
          <w:rFonts w:cs="Arial"/>
          <w:noProof/>
          <w:lang w:val="en-US"/>
        </w:rPr>
        <w:drawing>
          <wp:inline distT="0" distB="0" distL="0" distR="0" wp14:anchorId="116977F8" wp14:editId="183E492D">
            <wp:extent cx="5760720" cy="875665"/>
            <wp:effectExtent l="0" t="0" r="0" b="63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75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E408E6" w14:textId="77777777" w:rsidR="0057261D" w:rsidRPr="000821FC" w:rsidRDefault="0057261D" w:rsidP="0057261D">
      <w:pPr>
        <w:rPr>
          <w:rFonts w:cs="Arial"/>
          <w:sz w:val="24"/>
          <w:szCs w:val="24"/>
        </w:rPr>
      </w:pPr>
      <w:r>
        <w:rPr>
          <w:rStyle w:val="berschrift1Zchn"/>
          <w:rFonts w:cs="Arial"/>
          <w:sz w:val="24"/>
          <w:szCs w:val="24"/>
        </w:rPr>
        <w:t>Willkommensagenda</w:t>
      </w:r>
    </w:p>
    <w:tbl>
      <w:tblPr>
        <w:tblW w:w="91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2"/>
        <w:gridCol w:w="5856"/>
        <w:gridCol w:w="1952"/>
      </w:tblGrid>
      <w:tr w:rsidR="0057261D" w:rsidRPr="0095387E" w14:paraId="15A29CD3" w14:textId="77777777" w:rsidTr="00597606">
        <w:trPr>
          <w:trHeight w:val="300"/>
          <w:jc w:val="center"/>
        </w:trPr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6490D" w14:textId="77777777" w:rsidR="0057261D" w:rsidRPr="0095387E" w:rsidRDefault="0057261D" w:rsidP="0059760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de-DE"/>
              </w:rPr>
              <w:t>Uhrzeit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9D6E56" w14:textId="77777777" w:rsidR="0057261D" w:rsidRPr="0095387E" w:rsidRDefault="0057261D" w:rsidP="0059760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95387E">
              <w:rPr>
                <w:rFonts w:eastAsia="Times New Roman" w:cs="Arial"/>
                <w:b/>
                <w:bCs/>
                <w:color w:val="000000"/>
                <w:lang w:eastAsia="de-DE"/>
              </w:rPr>
              <w:t>Thema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EA166" w14:textId="77777777" w:rsidR="0057261D" w:rsidRPr="0095387E" w:rsidRDefault="0057261D" w:rsidP="0059760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95387E">
              <w:rPr>
                <w:rFonts w:eastAsia="Times New Roman" w:cs="Arial"/>
                <w:b/>
                <w:bCs/>
                <w:color w:val="000000"/>
                <w:lang w:eastAsia="de-DE"/>
              </w:rPr>
              <w:t>Verantwortlich</w:t>
            </w:r>
          </w:p>
        </w:tc>
      </w:tr>
      <w:tr w:rsidR="0057261D" w:rsidRPr="0095387E" w14:paraId="0FCB7D9B" w14:textId="77777777" w:rsidTr="00597606">
        <w:trPr>
          <w:trHeight w:val="30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D9D9D9"/>
            <w:noWrap/>
            <w:vAlign w:val="bottom"/>
          </w:tcPr>
          <w:p w14:paraId="1A670B2B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585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bottom"/>
            <w:hideMark/>
          </w:tcPr>
          <w:p w14:paraId="7E243327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>
              <w:rPr>
                <w:rFonts w:eastAsia="Times New Roman" w:cs="Arial"/>
                <w:color w:val="000000"/>
                <w:lang w:eastAsia="de-DE"/>
              </w:rPr>
              <w:t>&lt;&lt;DD.MM.YYYY&gt;&gt;</w:t>
            </w: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DCB6AC2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</w:tr>
      <w:tr w:rsidR="0057261D" w:rsidRPr="0095387E" w14:paraId="3197951A" w14:textId="77777777" w:rsidTr="00597606">
        <w:trPr>
          <w:trHeight w:val="799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E50B8" w14:textId="77777777" w:rsidR="0057261D" w:rsidRPr="000821FC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lang w:eastAsia="de-DE"/>
              </w:rPr>
            </w:pPr>
            <w:r>
              <w:rPr>
                <w:rFonts w:eastAsia="Times New Roman" w:cs="Arial"/>
                <w:color w:val="000000"/>
                <w:lang w:eastAsia="de-DE"/>
              </w:rPr>
              <w:t>&lt;&lt;</w:t>
            </w:r>
            <w:proofErr w:type="spellStart"/>
            <w:r>
              <w:rPr>
                <w:rFonts w:eastAsia="Times New Roman" w:cs="Arial"/>
                <w:color w:val="000000"/>
                <w:lang w:eastAsia="de-DE"/>
              </w:rPr>
              <w:t>hh:mm</w:t>
            </w:r>
            <w:proofErr w:type="spellEnd"/>
            <w:r>
              <w:rPr>
                <w:rFonts w:eastAsia="Times New Roman" w:cs="Arial"/>
                <w:color w:val="000000"/>
                <w:lang w:eastAsia="de-DE"/>
              </w:rPr>
              <w:t>&gt;&gt;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B592B" w14:textId="77777777" w:rsidR="0057261D" w:rsidRPr="0095387E" w:rsidRDefault="0057261D" w:rsidP="00597606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8948B" w14:textId="77777777" w:rsidR="0057261D" w:rsidRPr="000821FC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lang w:eastAsia="de-DE"/>
              </w:rPr>
            </w:pPr>
            <w:r>
              <w:rPr>
                <w:rFonts w:eastAsia="Times New Roman" w:cs="Arial"/>
                <w:color w:val="000000"/>
                <w:lang w:eastAsia="de-DE"/>
              </w:rPr>
              <w:t>&lt;&lt;</w:t>
            </w:r>
            <w:r w:rsidRPr="000821FC">
              <w:rPr>
                <w:rFonts w:eastAsia="Times New Roman" w:cs="Arial"/>
                <w:color w:val="000000"/>
                <w:lang w:eastAsia="de-DE"/>
              </w:rPr>
              <w:t>Initialen</w:t>
            </w:r>
            <w:r>
              <w:rPr>
                <w:rFonts w:eastAsia="Times New Roman" w:cs="Arial"/>
                <w:color w:val="000000"/>
                <w:lang w:eastAsia="de-DE"/>
              </w:rPr>
              <w:t>&gt;&gt;</w:t>
            </w:r>
          </w:p>
        </w:tc>
      </w:tr>
      <w:tr w:rsidR="0057261D" w:rsidRPr="0095387E" w14:paraId="188BEC67" w14:textId="77777777" w:rsidTr="00597606">
        <w:trPr>
          <w:trHeight w:val="300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FE2FC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39D88" w14:textId="77777777" w:rsidR="0057261D" w:rsidRPr="0095387E" w:rsidRDefault="0057261D" w:rsidP="00597606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F6F41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</w:tr>
      <w:tr w:rsidR="0057261D" w:rsidRPr="0095387E" w14:paraId="0AB94300" w14:textId="77777777" w:rsidTr="00597606">
        <w:trPr>
          <w:trHeight w:val="30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D9D9D9"/>
            <w:noWrap/>
            <w:vAlign w:val="center"/>
          </w:tcPr>
          <w:p w14:paraId="4AF8F273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585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</w:tcPr>
          <w:p w14:paraId="4B7A071C" w14:textId="77777777" w:rsidR="0057261D" w:rsidRPr="0095387E" w:rsidRDefault="0057261D" w:rsidP="00597606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36F9524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</w:tr>
      <w:tr w:rsidR="0057261D" w:rsidRPr="0095387E" w14:paraId="739E7C81" w14:textId="77777777" w:rsidTr="00597606">
        <w:trPr>
          <w:trHeight w:val="300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BFDF8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AB196" w14:textId="77777777" w:rsidR="0057261D" w:rsidRPr="0095387E" w:rsidRDefault="0057261D" w:rsidP="00597606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BC4EC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</w:tr>
      <w:tr w:rsidR="0057261D" w:rsidRPr="0095387E" w14:paraId="11632233" w14:textId="77777777" w:rsidTr="00597606">
        <w:trPr>
          <w:trHeight w:val="300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B5AEC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BE588" w14:textId="77777777" w:rsidR="0057261D" w:rsidRPr="0095387E" w:rsidRDefault="0057261D" w:rsidP="00597606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1450F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</w:tr>
      <w:tr w:rsidR="0057261D" w:rsidRPr="0095387E" w14:paraId="4AB2BF43" w14:textId="77777777" w:rsidTr="00597606">
        <w:trPr>
          <w:trHeight w:val="30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D9D9D9"/>
            <w:noWrap/>
            <w:vAlign w:val="center"/>
          </w:tcPr>
          <w:p w14:paraId="2323B886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585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</w:tcPr>
          <w:p w14:paraId="2C6AB6C9" w14:textId="77777777" w:rsidR="0057261D" w:rsidRPr="0095387E" w:rsidRDefault="0057261D" w:rsidP="00597606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4F30926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</w:tr>
      <w:tr w:rsidR="0057261D" w:rsidRPr="0095387E" w14:paraId="6B9FDACC" w14:textId="77777777" w:rsidTr="00597606">
        <w:trPr>
          <w:trHeight w:val="30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0399E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F38CA" w14:textId="77777777" w:rsidR="0057261D" w:rsidRPr="0095387E" w:rsidRDefault="0057261D" w:rsidP="00597606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287C8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val="en-US" w:eastAsia="de-DE"/>
              </w:rPr>
            </w:pPr>
          </w:p>
        </w:tc>
      </w:tr>
      <w:tr w:rsidR="0057261D" w:rsidRPr="0095387E" w14:paraId="1547A6C1" w14:textId="77777777" w:rsidTr="00597606">
        <w:trPr>
          <w:trHeight w:val="300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9A776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val="en-US" w:eastAsia="de-DE"/>
              </w:rPr>
            </w:pP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A54AD" w14:textId="77777777" w:rsidR="0057261D" w:rsidRPr="0095387E" w:rsidRDefault="0057261D" w:rsidP="00597606">
            <w:pPr>
              <w:spacing w:after="0" w:line="240" w:lineRule="auto"/>
              <w:rPr>
                <w:rFonts w:eastAsia="Times New Roman" w:cs="Arial"/>
                <w:color w:val="000000"/>
                <w:lang w:val="en-US" w:eastAsia="de-DE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F3F98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val="en-US" w:eastAsia="de-DE"/>
              </w:rPr>
            </w:pPr>
          </w:p>
        </w:tc>
      </w:tr>
      <w:tr w:rsidR="0057261D" w:rsidRPr="0095387E" w14:paraId="341EABCA" w14:textId="77777777" w:rsidTr="00597606">
        <w:trPr>
          <w:trHeight w:val="30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D9D9D9"/>
            <w:noWrap/>
            <w:vAlign w:val="center"/>
          </w:tcPr>
          <w:p w14:paraId="78D4E93D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585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</w:tcPr>
          <w:p w14:paraId="1B04D308" w14:textId="77777777" w:rsidR="0057261D" w:rsidRPr="0095387E" w:rsidRDefault="0057261D" w:rsidP="00597606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32095C7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</w:tr>
      <w:tr w:rsidR="0057261D" w:rsidRPr="0095387E" w14:paraId="71AC1640" w14:textId="77777777" w:rsidTr="00597606">
        <w:trPr>
          <w:trHeight w:val="30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13C94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DA53A" w14:textId="77777777" w:rsidR="0057261D" w:rsidRPr="0095387E" w:rsidRDefault="0057261D" w:rsidP="00597606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86308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</w:tr>
      <w:tr w:rsidR="0057261D" w:rsidRPr="0095387E" w14:paraId="361E4C89" w14:textId="77777777" w:rsidTr="00597606">
        <w:trPr>
          <w:trHeight w:val="300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E881D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8ABE9" w14:textId="77777777" w:rsidR="0057261D" w:rsidRPr="0095387E" w:rsidRDefault="0057261D" w:rsidP="00597606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7C85C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</w:tr>
      <w:tr w:rsidR="0057261D" w:rsidRPr="0095387E" w14:paraId="334B4ED1" w14:textId="77777777" w:rsidTr="00597606">
        <w:trPr>
          <w:trHeight w:val="30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D9D9D9"/>
            <w:noWrap/>
            <w:vAlign w:val="center"/>
          </w:tcPr>
          <w:p w14:paraId="436B0451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585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</w:tcPr>
          <w:p w14:paraId="7B915FCE" w14:textId="77777777" w:rsidR="0057261D" w:rsidRPr="0095387E" w:rsidRDefault="0057261D" w:rsidP="00597606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3154D83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</w:tr>
      <w:tr w:rsidR="0057261D" w:rsidRPr="0095387E" w14:paraId="72232B22" w14:textId="77777777" w:rsidTr="00597606">
        <w:trPr>
          <w:trHeight w:val="30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B728D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68822" w14:textId="77777777" w:rsidR="0057261D" w:rsidRPr="0095387E" w:rsidRDefault="0057261D" w:rsidP="00597606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12C08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</w:tr>
      <w:tr w:rsidR="0057261D" w:rsidRPr="0095387E" w14:paraId="1E147C4D" w14:textId="77777777" w:rsidTr="00597606">
        <w:trPr>
          <w:trHeight w:val="300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ABDD9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20978" w14:textId="77777777" w:rsidR="0057261D" w:rsidRPr="0095387E" w:rsidRDefault="0057261D" w:rsidP="0057261D">
            <w:pPr>
              <w:pStyle w:val="Listenabsatz"/>
              <w:numPr>
                <w:ilvl w:val="0"/>
                <w:numId w:val="2"/>
              </w:numPr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2200D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</w:tr>
      <w:tr w:rsidR="0057261D" w:rsidRPr="0095387E" w14:paraId="309F8BC0" w14:textId="77777777" w:rsidTr="00597606">
        <w:trPr>
          <w:trHeight w:val="30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D9D9D9"/>
            <w:noWrap/>
            <w:vAlign w:val="center"/>
          </w:tcPr>
          <w:p w14:paraId="12F146D4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585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</w:tcPr>
          <w:p w14:paraId="4D36F6FA" w14:textId="77777777" w:rsidR="0057261D" w:rsidRPr="0095387E" w:rsidRDefault="0057261D" w:rsidP="00597606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0ADA4FE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</w:tr>
      <w:tr w:rsidR="0057261D" w:rsidRPr="0095387E" w14:paraId="3EC3EC67" w14:textId="77777777" w:rsidTr="00597606">
        <w:trPr>
          <w:trHeight w:val="30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118AB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C42BE" w14:textId="77777777" w:rsidR="0057261D" w:rsidRPr="0095387E" w:rsidRDefault="0057261D" w:rsidP="00597606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95F26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</w:tr>
      <w:tr w:rsidR="0057261D" w:rsidRPr="0095387E" w14:paraId="0A482EC7" w14:textId="77777777" w:rsidTr="00597606">
        <w:trPr>
          <w:trHeight w:val="300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0FCB6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BD565" w14:textId="77777777" w:rsidR="0057261D" w:rsidRPr="0095387E" w:rsidRDefault="0057261D" w:rsidP="00597606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64029" w14:textId="77777777" w:rsidR="0057261D" w:rsidRPr="0095387E" w:rsidRDefault="0057261D" w:rsidP="0059760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</w:p>
        </w:tc>
      </w:tr>
      <w:tr w:rsidR="0057261D" w:rsidRPr="0095387E" w14:paraId="6839F8A9" w14:textId="77777777" w:rsidTr="00597606">
        <w:trPr>
          <w:trHeight w:val="495"/>
          <w:jc w:val="center"/>
        </w:trPr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73F85" w14:textId="77777777" w:rsidR="0057261D" w:rsidRPr="0095387E" w:rsidRDefault="0057261D" w:rsidP="00597606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5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8C7FC5" w14:textId="77777777" w:rsidR="0057261D" w:rsidRPr="0095387E" w:rsidRDefault="0057261D" w:rsidP="00597606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</w:p>
        </w:tc>
        <w:tc>
          <w:tcPr>
            <w:tcW w:w="1952" w:type="dxa"/>
            <w:noWrap/>
            <w:hideMark/>
          </w:tcPr>
          <w:p w14:paraId="410E9A15" w14:textId="77777777" w:rsidR="0057261D" w:rsidRPr="0095387E" w:rsidRDefault="0057261D" w:rsidP="00597606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</w:p>
        </w:tc>
      </w:tr>
    </w:tbl>
    <w:p w14:paraId="6ADBDB4C" w14:textId="3FAE9270" w:rsidR="006D3B24" w:rsidRPr="00855F5E" w:rsidRDefault="0057261D" w:rsidP="0057261D">
      <w:pPr>
        <w:rPr>
          <w:rFonts w:cs="Arial"/>
          <w:color w:val="FF0000"/>
        </w:rPr>
      </w:pPr>
      <w:r w:rsidRPr="002412F9">
        <w:rPr>
          <w:rFonts w:cs="Arial"/>
          <w:color w:val="FF0000"/>
        </w:rPr>
        <w:t>Hinweis: weiterführende Info</w:t>
      </w:r>
      <w:r w:rsidR="002412F9">
        <w:rPr>
          <w:rFonts w:cs="Arial"/>
          <w:color w:val="FF0000"/>
        </w:rPr>
        <w:t>rmationen</w:t>
      </w:r>
      <w:r w:rsidRPr="002412F9">
        <w:rPr>
          <w:rFonts w:cs="Arial"/>
          <w:color w:val="FF0000"/>
        </w:rPr>
        <w:t xml:space="preserve"> </w:t>
      </w:r>
      <w:r w:rsidR="002412F9" w:rsidRPr="002412F9">
        <w:rPr>
          <w:rFonts w:cs="Arial"/>
          <w:color w:val="FF0000"/>
        </w:rPr>
        <w:t>auf der Base</w:t>
      </w:r>
      <w:r w:rsidRPr="002412F9">
        <w:rPr>
          <w:rFonts w:cs="Arial"/>
          <w:color w:val="FF0000"/>
        </w:rPr>
        <w:t xml:space="preserve"> abrufbar</w:t>
      </w:r>
    </w:p>
    <w:sectPr w:rsidR="006D3B24" w:rsidRPr="00855F5E" w:rsidSect="003638E4">
      <w:headerReference w:type="default" r:id="rId8"/>
      <w:footerReference w:type="default" r:id="rId9"/>
      <w:pgSz w:w="11906" w:h="16838"/>
      <w:pgMar w:top="1985" w:right="1417" w:bottom="24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4D2B5" w14:textId="77777777" w:rsidR="000444B4" w:rsidRDefault="000444B4" w:rsidP="005B2CDA">
      <w:pPr>
        <w:spacing w:after="0" w:line="240" w:lineRule="auto"/>
      </w:pPr>
      <w:r>
        <w:separator/>
      </w:r>
    </w:p>
  </w:endnote>
  <w:endnote w:type="continuationSeparator" w:id="0">
    <w:p w14:paraId="0AC7F01A" w14:textId="77777777" w:rsidR="000444B4" w:rsidRDefault="000444B4" w:rsidP="005B2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">
    <w:altName w:val="Arial Nova"/>
    <w:charset w:val="00"/>
    <w:family w:val="swiss"/>
    <w:pitch w:val="variable"/>
    <w:sig w:usb0="2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ktiv Grotesk Light">
    <w:panose1 w:val="020B0404020202020204"/>
    <w:charset w:val="00"/>
    <w:family w:val="swiss"/>
    <w:pitch w:val="variable"/>
    <w:sig w:usb0="E100AAFF" w:usb1="D000FFFB" w:usb2="00000028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9"/>
      <w:gridCol w:w="5093"/>
    </w:tblGrid>
    <w:tr w:rsidR="00624197" w14:paraId="1D73CBC9" w14:textId="77777777" w:rsidTr="00D519E9">
      <w:tc>
        <w:tcPr>
          <w:tcW w:w="3969" w:type="dxa"/>
          <w:vAlign w:val="bottom"/>
        </w:tcPr>
        <w:p w14:paraId="265BF27F" w14:textId="77777777" w:rsidR="00624197" w:rsidRPr="008F26F4" w:rsidRDefault="00624197" w:rsidP="00D519E9">
          <w:pPr>
            <w:spacing w:before="0" w:after="0" w:line="240" w:lineRule="auto"/>
            <w:jc w:val="left"/>
            <w:rPr>
              <w:rFonts w:ascii="Arial Nova" w:hAnsi="Arial Nova"/>
              <w:sz w:val="18"/>
              <w:szCs w:val="18"/>
            </w:rPr>
          </w:pPr>
          <w:r w:rsidRPr="008F26F4">
            <w:rPr>
              <w:rFonts w:ascii="Arial Nova" w:hAnsi="Arial Nova"/>
              <w:sz w:val="18"/>
              <w:szCs w:val="18"/>
            </w:rPr>
            <w:t xml:space="preserve">Universität für angewandte Kunst Wien </w:t>
          </w:r>
          <w:r>
            <w:rPr>
              <w:rFonts w:ascii="Arial Nova" w:hAnsi="Arial Nova"/>
              <w:sz w:val="18"/>
              <w:szCs w:val="18"/>
            </w:rPr>
            <w:t>|</w:t>
          </w:r>
          <w:r w:rsidRPr="008F26F4">
            <w:rPr>
              <w:rFonts w:ascii="Arial Nova" w:hAnsi="Arial Nova"/>
              <w:sz w:val="18"/>
              <w:szCs w:val="18"/>
            </w:rPr>
            <w:t xml:space="preserve"> University </w:t>
          </w:r>
          <w:proofErr w:type="spellStart"/>
          <w:r w:rsidRPr="008F26F4">
            <w:rPr>
              <w:rFonts w:ascii="Arial Nova" w:hAnsi="Arial Nova"/>
              <w:sz w:val="18"/>
              <w:szCs w:val="18"/>
            </w:rPr>
            <w:t>of</w:t>
          </w:r>
          <w:proofErr w:type="spellEnd"/>
          <w:r w:rsidRPr="008F26F4">
            <w:rPr>
              <w:rFonts w:ascii="Arial Nova" w:hAnsi="Arial Nova"/>
              <w:sz w:val="18"/>
              <w:szCs w:val="18"/>
            </w:rPr>
            <w:t xml:space="preserve"> Applied Arts Vienna</w:t>
          </w:r>
        </w:p>
        <w:p w14:paraId="3072AE88" w14:textId="77777777" w:rsidR="00624197" w:rsidRDefault="00624197" w:rsidP="00D519E9">
          <w:pPr>
            <w:spacing w:before="0" w:after="0" w:line="240" w:lineRule="auto"/>
            <w:jc w:val="left"/>
            <w:rPr>
              <w:rFonts w:ascii="Arial Nova" w:hAnsi="Arial Nova"/>
              <w:sz w:val="18"/>
              <w:szCs w:val="18"/>
            </w:rPr>
          </w:pPr>
          <w:r w:rsidRPr="008F26F4">
            <w:rPr>
              <w:rFonts w:ascii="Arial Nova" w:hAnsi="Arial Nova"/>
              <w:sz w:val="18"/>
              <w:szCs w:val="18"/>
            </w:rPr>
            <w:t xml:space="preserve">Personalentwicklung </w:t>
          </w:r>
          <w:r>
            <w:rPr>
              <w:rFonts w:ascii="Arial Nova" w:hAnsi="Arial Nova"/>
              <w:sz w:val="18"/>
              <w:szCs w:val="18"/>
            </w:rPr>
            <w:t>|</w:t>
          </w:r>
          <w:r w:rsidRPr="008F26F4">
            <w:rPr>
              <w:rFonts w:ascii="Arial Nova" w:hAnsi="Arial Nova"/>
              <w:sz w:val="18"/>
              <w:szCs w:val="18"/>
            </w:rPr>
            <w:t xml:space="preserve"> </w:t>
          </w:r>
          <w:proofErr w:type="spellStart"/>
          <w:r w:rsidRPr="008F26F4">
            <w:rPr>
              <w:rFonts w:ascii="Arial Nova" w:hAnsi="Arial Nova"/>
              <w:sz w:val="18"/>
              <w:szCs w:val="18"/>
            </w:rPr>
            <w:t>Staff</w:t>
          </w:r>
          <w:proofErr w:type="spellEnd"/>
          <w:r w:rsidRPr="008F26F4">
            <w:rPr>
              <w:rFonts w:ascii="Arial Nova" w:hAnsi="Arial Nova"/>
              <w:sz w:val="18"/>
              <w:szCs w:val="18"/>
            </w:rPr>
            <w:t xml:space="preserve"> Development</w:t>
          </w:r>
          <w:r>
            <w:rPr>
              <w:rFonts w:ascii="Arial Nova" w:hAnsi="Arial Nova"/>
              <w:sz w:val="18"/>
              <w:szCs w:val="18"/>
            </w:rPr>
            <w:tab/>
          </w:r>
        </w:p>
        <w:p w14:paraId="3A9E5A51" w14:textId="77777777" w:rsidR="00624197" w:rsidRDefault="00624197" w:rsidP="00D519E9">
          <w:pPr>
            <w:spacing w:before="0" w:after="0" w:line="240" w:lineRule="auto"/>
            <w:jc w:val="left"/>
            <w:rPr>
              <w:rFonts w:ascii="Arial Nova" w:hAnsi="Arial Nova"/>
              <w:sz w:val="18"/>
              <w:szCs w:val="18"/>
            </w:rPr>
          </w:pPr>
          <w:r w:rsidRPr="008F26F4">
            <w:rPr>
              <w:rFonts w:ascii="Arial Nova" w:hAnsi="Arial Nova"/>
              <w:sz w:val="18"/>
              <w:szCs w:val="18"/>
            </w:rPr>
            <w:t>Vordere Zollamtsstraße 7, 5.OG | 1030 Wie</w:t>
          </w:r>
          <w:r>
            <w:rPr>
              <w:rFonts w:ascii="Arial Nova" w:hAnsi="Arial Nova"/>
              <w:sz w:val="18"/>
              <w:szCs w:val="18"/>
            </w:rPr>
            <w:t>n</w:t>
          </w:r>
        </w:p>
      </w:tc>
      <w:tc>
        <w:tcPr>
          <w:tcW w:w="5093" w:type="dxa"/>
          <w:vAlign w:val="bottom"/>
        </w:tcPr>
        <w:p w14:paraId="67FBB721" w14:textId="77777777" w:rsidR="00624197" w:rsidRDefault="00855F5E" w:rsidP="00D519E9">
          <w:pPr>
            <w:spacing w:before="0" w:after="0" w:line="240" w:lineRule="auto"/>
            <w:jc w:val="right"/>
            <w:rPr>
              <w:rFonts w:ascii="Arial Nova" w:hAnsi="Arial Nova"/>
              <w:color w:val="EB3300"/>
              <w:sz w:val="18"/>
              <w:szCs w:val="18"/>
            </w:rPr>
          </w:pPr>
          <w:hyperlink r:id="rId1" w:history="1">
            <w:r w:rsidR="00624197" w:rsidRPr="00624197">
              <w:rPr>
                <w:rStyle w:val="Hyperlink"/>
                <w:rFonts w:ascii="Arial Nova" w:hAnsi="Arial Nova"/>
                <w:color w:val="EB3300"/>
                <w:sz w:val="18"/>
                <w:szCs w:val="18"/>
              </w:rPr>
              <w:t>pe@uni-ak.ac.at</w:t>
            </w:r>
          </w:hyperlink>
        </w:p>
        <w:p w14:paraId="3EAD67CC" w14:textId="77777777" w:rsidR="00624197" w:rsidRPr="00624197" w:rsidRDefault="00855F5E" w:rsidP="00D519E9">
          <w:pPr>
            <w:spacing w:before="0" w:after="0" w:line="240" w:lineRule="auto"/>
            <w:jc w:val="right"/>
            <w:rPr>
              <w:rFonts w:ascii="Arial Nova" w:hAnsi="Arial Nova"/>
              <w:color w:val="EB3300"/>
              <w:sz w:val="18"/>
              <w:szCs w:val="18"/>
            </w:rPr>
          </w:pPr>
          <w:hyperlink r:id="rId2" w:history="1">
            <w:r w:rsidR="00624197" w:rsidRPr="00624197">
              <w:rPr>
                <w:rStyle w:val="Hyperlink"/>
                <w:rFonts w:ascii="Arial Nova" w:hAnsi="Arial Nova"/>
                <w:color w:val="EB3300"/>
                <w:sz w:val="18"/>
                <w:szCs w:val="18"/>
              </w:rPr>
              <w:t>dieangewandte.at/</w:t>
            </w:r>
            <w:proofErr w:type="spellStart"/>
            <w:r w:rsidR="00624197" w:rsidRPr="00624197">
              <w:rPr>
                <w:rStyle w:val="Hyperlink"/>
                <w:rFonts w:ascii="Arial Nova" w:hAnsi="Arial Nova"/>
                <w:color w:val="EB3300"/>
                <w:sz w:val="18"/>
                <w:szCs w:val="18"/>
              </w:rPr>
              <w:t>personalentwicklung</w:t>
            </w:r>
            <w:proofErr w:type="spellEnd"/>
          </w:hyperlink>
        </w:p>
      </w:tc>
    </w:tr>
  </w:tbl>
  <w:p w14:paraId="7E5DAD37" w14:textId="77777777" w:rsidR="005B2CDA" w:rsidRPr="008F26F4" w:rsidRDefault="005B2CDA" w:rsidP="00624197">
    <w:pPr>
      <w:spacing w:after="0"/>
      <w:rPr>
        <w:rFonts w:ascii="Arial Nova" w:hAnsi="Arial Nov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2711E" w14:textId="77777777" w:rsidR="000444B4" w:rsidRDefault="000444B4" w:rsidP="005B2CDA">
      <w:pPr>
        <w:spacing w:after="0" w:line="240" w:lineRule="auto"/>
      </w:pPr>
      <w:r>
        <w:separator/>
      </w:r>
    </w:p>
  </w:footnote>
  <w:footnote w:type="continuationSeparator" w:id="0">
    <w:p w14:paraId="7C639F79" w14:textId="77777777" w:rsidR="000444B4" w:rsidRDefault="000444B4" w:rsidP="005B2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C274B" w14:textId="77777777" w:rsidR="00955AC9" w:rsidRDefault="00325911" w:rsidP="008F26F4">
    <w:pPr>
      <w:pStyle w:val="Kopfzeile"/>
      <w:jc w:val="right"/>
    </w:pPr>
    <w:r>
      <w:rPr>
        <w:noProof/>
      </w:rPr>
      <w:drawing>
        <wp:inline distT="0" distB="0" distL="0" distR="0" wp14:anchorId="0BA5362F" wp14:editId="5C1C56C7">
          <wp:extent cx="2990850" cy="348933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17205" cy="352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92C33"/>
    <w:multiLevelType w:val="hybridMultilevel"/>
    <w:tmpl w:val="D1A660F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6B559E"/>
    <w:multiLevelType w:val="hybridMultilevel"/>
    <w:tmpl w:val="C464C30A"/>
    <w:lvl w:ilvl="0" w:tplc="F79CA4E8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AB41DB"/>
    <w:multiLevelType w:val="hybridMultilevel"/>
    <w:tmpl w:val="7DDABB0A"/>
    <w:lvl w:ilvl="0" w:tplc="9A92637C">
      <w:start w:val="1"/>
      <w:numFmt w:val="decimal"/>
      <w:lvlText w:val="%1.)"/>
      <w:lvlJc w:val="left"/>
      <w:pPr>
        <w:ind w:left="720" w:hanging="360"/>
      </w:pPr>
      <w:rPr>
        <w:rFonts w:ascii="Arial Nova" w:eastAsiaTheme="minorHAnsi" w:hAnsi="Arial Nova" w:cstheme="minorBid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243"/>
    <w:rsid w:val="000444B4"/>
    <w:rsid w:val="0015281F"/>
    <w:rsid w:val="00185B6C"/>
    <w:rsid w:val="001B3793"/>
    <w:rsid w:val="001B65FC"/>
    <w:rsid w:val="002412F9"/>
    <w:rsid w:val="002C3DD0"/>
    <w:rsid w:val="00325911"/>
    <w:rsid w:val="00331DE0"/>
    <w:rsid w:val="00345243"/>
    <w:rsid w:val="003638E4"/>
    <w:rsid w:val="00365471"/>
    <w:rsid w:val="00377D98"/>
    <w:rsid w:val="004544F1"/>
    <w:rsid w:val="004741D2"/>
    <w:rsid w:val="00493A9E"/>
    <w:rsid w:val="00530541"/>
    <w:rsid w:val="0057261D"/>
    <w:rsid w:val="005B2CDA"/>
    <w:rsid w:val="00624197"/>
    <w:rsid w:val="0063724A"/>
    <w:rsid w:val="00681A38"/>
    <w:rsid w:val="006D3B24"/>
    <w:rsid w:val="00766C76"/>
    <w:rsid w:val="007C6B7D"/>
    <w:rsid w:val="00855F5E"/>
    <w:rsid w:val="00894180"/>
    <w:rsid w:val="008A7F41"/>
    <w:rsid w:val="008F26F4"/>
    <w:rsid w:val="00932754"/>
    <w:rsid w:val="00940D18"/>
    <w:rsid w:val="00955AC9"/>
    <w:rsid w:val="009F4A08"/>
    <w:rsid w:val="00A34440"/>
    <w:rsid w:val="00A523C0"/>
    <w:rsid w:val="00A83208"/>
    <w:rsid w:val="00B41E5C"/>
    <w:rsid w:val="00B448FD"/>
    <w:rsid w:val="00B66056"/>
    <w:rsid w:val="00B838A2"/>
    <w:rsid w:val="00D519E9"/>
    <w:rsid w:val="00D94CC4"/>
    <w:rsid w:val="00E64363"/>
    <w:rsid w:val="00E7687E"/>
    <w:rsid w:val="00EB0427"/>
    <w:rsid w:val="00EE6875"/>
    <w:rsid w:val="00F36E6F"/>
    <w:rsid w:val="00F52726"/>
    <w:rsid w:val="00F72E50"/>
    <w:rsid w:val="00FB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727700"/>
  <w15:chartTrackingRefBased/>
  <w15:docId w15:val="{EA736C3E-4F06-4807-8569-D07CCC4F9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5F5E"/>
    <w:pPr>
      <w:spacing w:before="120" w:after="280" w:line="340" w:lineRule="atLeast"/>
      <w:jc w:val="both"/>
    </w:pPr>
    <w:rPr>
      <w:rFonts w:ascii="Arial" w:eastAsia="Aktiv Grotesk Light" w:hAnsi="Arial" w:cs="Times New Roman"/>
      <w:spacing w:val="2"/>
      <w:kern w:val="22"/>
      <w:lang w:val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741D2"/>
    <w:pPr>
      <w:keepNext/>
      <w:keepLines/>
      <w:spacing w:before="240" w:after="0"/>
      <w:outlineLvl w:val="0"/>
    </w:pPr>
    <w:rPr>
      <w:rFonts w:eastAsiaTheme="majorEastAsia" w:cstheme="majorBidi"/>
      <w:b/>
      <w:color w:val="FF0000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741D2"/>
    <w:pPr>
      <w:keepNext/>
      <w:keepLines/>
      <w:spacing w:after="120"/>
      <w:outlineLvl w:val="1"/>
    </w:pPr>
    <w:rPr>
      <w:rFonts w:eastAsiaTheme="majorEastAsia" w:cstheme="majorBidi"/>
      <w:b/>
      <w:color w:val="000000" w:themeColor="text1"/>
      <w:sz w:val="24"/>
      <w:szCs w:val="26"/>
    </w:rPr>
  </w:style>
  <w:style w:type="paragraph" w:styleId="berschrift3">
    <w:name w:val="heading 3"/>
    <w:aliases w:val="Briefanfang"/>
    <w:basedOn w:val="Standard"/>
    <w:next w:val="Standard"/>
    <w:link w:val="berschrift3Zchn"/>
    <w:uiPriority w:val="9"/>
    <w:unhideWhenUsed/>
    <w:qFormat/>
    <w:rsid w:val="00855F5E"/>
    <w:pPr>
      <w:keepNext/>
      <w:keepLines/>
      <w:spacing w:before="4000" w:after="480"/>
      <w:outlineLvl w:val="2"/>
    </w:pPr>
    <w:rPr>
      <w:rFonts w:eastAsiaTheme="majorEastAsia" w:cstheme="majorBidi"/>
      <w:szCs w:val="24"/>
    </w:rPr>
  </w:style>
  <w:style w:type="paragraph" w:styleId="berschrift4">
    <w:name w:val="heading 4"/>
    <w:aliases w:val="Besondere Hervorhebung"/>
    <w:basedOn w:val="Standard"/>
    <w:next w:val="Standard"/>
    <w:link w:val="berschrift4Zchn"/>
    <w:uiPriority w:val="9"/>
    <w:unhideWhenUsed/>
    <w:qFormat/>
    <w:rsid w:val="00B448FD"/>
    <w:pPr>
      <w:keepNext/>
      <w:keepLines/>
      <w:spacing w:before="360" w:after="360"/>
      <w:outlineLvl w:val="3"/>
    </w:pPr>
    <w:rPr>
      <w:rFonts w:eastAsiaTheme="majorEastAsia" w:cstheme="majorBidi"/>
      <w:b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741D2"/>
    <w:rPr>
      <w:rFonts w:ascii="Arial" w:eastAsiaTheme="majorEastAsia" w:hAnsi="Arial" w:cstheme="majorBidi"/>
      <w:b/>
      <w:color w:val="FF0000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741D2"/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character" w:customStyle="1" w:styleId="avtext">
    <w:name w:val="avtext"/>
    <w:basedOn w:val="Absatz-Standardschriftart"/>
    <w:rsid w:val="004741D2"/>
  </w:style>
  <w:style w:type="paragraph" w:customStyle="1" w:styleId="avtext1">
    <w:name w:val="avtext1"/>
    <w:basedOn w:val="Standard"/>
    <w:rsid w:val="004741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4741D2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4741D2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5B2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2CD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5B2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2CDA"/>
    <w:rPr>
      <w:rFonts w:ascii="Arial" w:hAnsi="Arial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2CDA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3638E4"/>
    <w:pPr>
      <w:spacing w:after="0" w:line="240" w:lineRule="auto"/>
    </w:pPr>
    <w:rPr>
      <w:rFonts w:ascii="Arial" w:hAnsi="Arial"/>
    </w:rPr>
  </w:style>
  <w:style w:type="character" w:customStyle="1" w:styleId="berschrift3Zchn">
    <w:name w:val="Überschrift 3 Zchn"/>
    <w:aliases w:val="Briefanfang Zchn"/>
    <w:basedOn w:val="Absatz-Standardschriftart"/>
    <w:link w:val="berschrift3"/>
    <w:uiPriority w:val="9"/>
    <w:rsid w:val="00855F5E"/>
    <w:rPr>
      <w:rFonts w:ascii="Arial" w:eastAsiaTheme="majorEastAsia" w:hAnsi="Arial" w:cstheme="majorBidi"/>
      <w:spacing w:val="2"/>
      <w:kern w:val="22"/>
      <w:szCs w:val="24"/>
      <w:lang w:val="de-AT"/>
    </w:rPr>
  </w:style>
  <w:style w:type="character" w:customStyle="1" w:styleId="berschrift4Zchn">
    <w:name w:val="Überschrift 4 Zchn"/>
    <w:aliases w:val="Besondere Hervorhebung Zchn"/>
    <w:basedOn w:val="Absatz-Standardschriftart"/>
    <w:link w:val="berschrift4"/>
    <w:uiPriority w:val="9"/>
    <w:rsid w:val="00B448FD"/>
    <w:rPr>
      <w:rFonts w:ascii="Arial" w:eastAsiaTheme="majorEastAsia" w:hAnsi="Arial" w:cstheme="majorBidi"/>
      <w:b/>
      <w:i/>
      <w:iCs/>
    </w:rPr>
  </w:style>
  <w:style w:type="table" w:styleId="Tabellenraster">
    <w:name w:val="Table Grid"/>
    <w:basedOn w:val="NormaleTabelle"/>
    <w:uiPriority w:val="39"/>
    <w:rsid w:val="00624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45243"/>
    <w:pPr>
      <w:spacing w:before="0" w:after="0" w:line="240" w:lineRule="auto"/>
      <w:ind w:left="720"/>
      <w:contextualSpacing/>
      <w:jc w:val="left"/>
    </w:pPr>
    <w:rPr>
      <w:rFonts w:eastAsiaTheme="minorHAnsi" w:cstheme="minorBidi"/>
      <w:spacing w:val="0"/>
      <w:kern w:val="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3275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3275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32754"/>
    <w:rPr>
      <w:rFonts w:eastAsia="Aktiv Grotesk Light" w:cs="Times New Roman"/>
      <w:spacing w:val="2"/>
      <w:kern w:val="22"/>
      <w:sz w:val="20"/>
      <w:szCs w:val="2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3275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32754"/>
    <w:rPr>
      <w:rFonts w:eastAsia="Aktiv Grotesk Light" w:cs="Times New Roman"/>
      <w:b/>
      <w:bCs/>
      <w:spacing w:val="2"/>
      <w:kern w:val="22"/>
      <w:sz w:val="20"/>
      <w:szCs w:val="20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9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dieangewandte.at/personalentwicklung" TargetMode="External"/><Relationship Id="rId1" Type="http://schemas.openxmlformats.org/officeDocument/2006/relationships/hyperlink" Target="mailto:pe@uni-ak.ac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0011532\AppData\Local\Microsoft\Windows\INetCache\Content.Outlook\44C4GNUG\2024-10-01_Vorlage_CI%20konform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2024-10-01_Vorlage_CI konform</Template>
  <TotalTime>0</TotalTime>
  <Pages>2</Pages>
  <Words>136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fuer angewandte  Kunst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Cholokava, Teona</dc:creator>
  <cp:keywords/>
  <dc:description/>
  <cp:lastModifiedBy>Cekic, Vera</cp:lastModifiedBy>
  <cp:revision>2</cp:revision>
  <cp:lastPrinted>2024-10-03T07:04:00Z</cp:lastPrinted>
  <dcterms:created xsi:type="dcterms:W3CDTF">2024-10-09T08:11:00Z</dcterms:created>
  <dcterms:modified xsi:type="dcterms:W3CDTF">2024-10-09T08:11:00Z</dcterms:modified>
</cp:coreProperties>
</file>